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Pr="00335F29" w:rsidRDefault="00BA09F6"/>
    <w:p w14:paraId="241C3473" w14:textId="77777777" w:rsidR="00BA09F6" w:rsidRPr="00335F29" w:rsidRDefault="00BA09F6"/>
    <w:p w14:paraId="6914E0D0" w14:textId="77777777" w:rsidR="00BA09F6" w:rsidRPr="00335F29" w:rsidRDefault="00BA09F6"/>
    <w:p w14:paraId="650104B9" w14:textId="7BEAE9FC" w:rsidR="00335F29" w:rsidRPr="00090A84" w:rsidRDefault="00335F29" w:rsidP="00335F29">
      <w:pPr>
        <w:autoSpaceDE w:val="0"/>
        <w:autoSpaceDN w:val="0"/>
        <w:adjustRightInd w:val="0"/>
        <w:spacing w:after="0" w:line="240" w:lineRule="auto"/>
        <w:rPr>
          <w:rFonts w:cs="Arial"/>
          <w:kern w:val="0"/>
          <w:szCs w:val="20"/>
        </w:rPr>
      </w:pPr>
      <w:r w:rsidRPr="00090A84">
        <w:rPr>
          <w:rFonts w:cs="Arial"/>
          <w:b/>
          <w:bCs/>
          <w:kern w:val="0"/>
          <w:szCs w:val="20"/>
        </w:rPr>
        <w:t>Activiteit</w:t>
      </w:r>
    </w:p>
    <w:p w14:paraId="731F2A42" w14:textId="77777777" w:rsidR="00335F29" w:rsidRPr="00090A84" w:rsidRDefault="00335F29" w:rsidP="00335F29">
      <w:pPr>
        <w:autoSpaceDE w:val="0"/>
        <w:autoSpaceDN w:val="0"/>
        <w:adjustRightInd w:val="0"/>
        <w:spacing w:after="0" w:line="240" w:lineRule="auto"/>
        <w:rPr>
          <w:rFonts w:cs="Arial"/>
          <w:kern w:val="0"/>
          <w:szCs w:val="20"/>
        </w:rPr>
      </w:pPr>
      <w:r w:rsidRPr="00090A84">
        <w:rPr>
          <w:rFonts w:cs="Arial"/>
          <w:kern w:val="0"/>
          <w:szCs w:val="20"/>
        </w:rPr>
        <w:t xml:space="preserve">Online profielen zijn vaak lastig te herkennen: Zijn het echte mensen, of zijn het neppe profielen? Om erachter te komen hoe zulke profielen werken, gaan we er zelf een aanmaken. Iedereen maakt een profiel aan op een vooraf afgesproken sociale media en vult deze met content over jezelf. Zorg ervoor dat dit profiel niet te herleiden is naar jouzelf: Dus niet je echte naam, NAW-gegevens, etc. Maar vul het wel aan met wie jij bent: Welke films en muziek vind je leuk, welke hobby's heb je, etc. Post ook berichten alsof je die zelf ook kan maken. </w:t>
      </w:r>
    </w:p>
    <w:p w14:paraId="1794CD65" w14:textId="77777777" w:rsidR="00335F29" w:rsidRPr="00090A84" w:rsidRDefault="00335F29" w:rsidP="00335F29">
      <w:pPr>
        <w:autoSpaceDE w:val="0"/>
        <w:autoSpaceDN w:val="0"/>
        <w:adjustRightInd w:val="0"/>
        <w:spacing w:after="0" w:line="240" w:lineRule="auto"/>
        <w:rPr>
          <w:rFonts w:cs="Arial"/>
          <w:kern w:val="0"/>
          <w:szCs w:val="20"/>
        </w:rPr>
      </w:pPr>
    </w:p>
    <w:p w14:paraId="0DA52C40" w14:textId="77777777" w:rsidR="00335F29" w:rsidRPr="00090A84" w:rsidRDefault="00335F29" w:rsidP="00335F29">
      <w:pPr>
        <w:autoSpaceDE w:val="0"/>
        <w:autoSpaceDN w:val="0"/>
        <w:adjustRightInd w:val="0"/>
        <w:spacing w:after="0" w:line="240" w:lineRule="auto"/>
        <w:rPr>
          <w:rFonts w:cs="Arial"/>
          <w:kern w:val="0"/>
          <w:szCs w:val="20"/>
        </w:rPr>
      </w:pPr>
      <w:r w:rsidRPr="00090A84">
        <w:rPr>
          <w:rFonts w:cs="Arial"/>
          <w:kern w:val="0"/>
          <w:szCs w:val="20"/>
        </w:rPr>
        <w:t xml:space="preserve">Vervolgens gaan we kijken hoe goed de groep iedereen kent. De linkjes naar de online profielen gaan in de (figuurlijke) hoge hoed. Vervolgens wordt er 1 voor 1 een naam uit gekozen en wordt er uitgezocht wie er daadwerkelijk achter zit. Ken jij en jouw groep je echt zo goed als je denkt? Of ben je stiekem anders voor je groep dan je je online voordoet? </w:t>
      </w:r>
    </w:p>
    <w:p w14:paraId="68E56D7F" w14:textId="77777777" w:rsidR="00335F29" w:rsidRPr="00090A84" w:rsidRDefault="00335F29" w:rsidP="00335F29">
      <w:pPr>
        <w:autoSpaceDE w:val="0"/>
        <w:autoSpaceDN w:val="0"/>
        <w:adjustRightInd w:val="0"/>
        <w:spacing w:after="0" w:line="240" w:lineRule="auto"/>
        <w:rPr>
          <w:rFonts w:cs="Arial"/>
          <w:kern w:val="0"/>
          <w:szCs w:val="20"/>
        </w:rPr>
      </w:pPr>
    </w:p>
    <w:p w14:paraId="45B6AD3A" w14:textId="77777777" w:rsidR="00335F29" w:rsidRPr="00090A84" w:rsidRDefault="00335F29" w:rsidP="00335F29">
      <w:pPr>
        <w:pStyle w:val="NoSpacing"/>
        <w:rPr>
          <w:rFonts w:cs="Arial"/>
          <w:kern w:val="0"/>
          <w:szCs w:val="20"/>
        </w:rPr>
      </w:pPr>
      <w:r w:rsidRPr="00090A84">
        <w:rPr>
          <w:rFonts w:cs="Arial"/>
          <w:b/>
          <w:bCs/>
          <w:kern w:val="0"/>
          <w:szCs w:val="20"/>
        </w:rPr>
        <w:t xml:space="preserve">Let op: </w:t>
      </w:r>
      <w:r w:rsidRPr="00090A84">
        <w:rPr>
          <w:rFonts w:cs="Arial"/>
          <w:kern w:val="0"/>
          <w:szCs w:val="20"/>
        </w:rPr>
        <w:t xml:space="preserve">Als je niet mee wil werken aan de "vervuiling” van de sociale media's, kan je deze opdracht ook volledig analoog doen. </w:t>
      </w:r>
    </w:p>
    <w:p w14:paraId="53E49973" w14:textId="77777777" w:rsidR="00335F29" w:rsidRPr="00090A84" w:rsidRDefault="00335F29" w:rsidP="00335F29">
      <w:pPr>
        <w:pStyle w:val="NoSpacing"/>
        <w:rPr>
          <w:rFonts w:cs="Arial"/>
          <w:kern w:val="0"/>
          <w:szCs w:val="20"/>
        </w:rPr>
      </w:pPr>
    </w:p>
    <w:p w14:paraId="3D224BAD" w14:textId="77777777" w:rsidR="00335F29" w:rsidRPr="00090A84" w:rsidRDefault="00335F29" w:rsidP="00335F29">
      <w:pPr>
        <w:pStyle w:val="NoSpacing"/>
        <w:rPr>
          <w:rFonts w:cs="Arial"/>
          <w:b/>
          <w:bCs/>
          <w:kern w:val="0"/>
          <w:szCs w:val="20"/>
        </w:rPr>
      </w:pPr>
      <w:r w:rsidRPr="00090A84">
        <w:rPr>
          <w:rFonts w:cs="Arial"/>
          <w:b/>
          <w:bCs/>
          <w:kern w:val="0"/>
          <w:szCs w:val="20"/>
        </w:rPr>
        <w:t>Activiteitengebieden</w:t>
      </w:r>
    </w:p>
    <w:p w14:paraId="61017EE0" w14:textId="363D3EE5" w:rsidR="00BA09F6" w:rsidRPr="00090A84" w:rsidRDefault="00335F29" w:rsidP="00335F29">
      <w:pPr>
        <w:pStyle w:val="NoSpacing"/>
        <w:numPr>
          <w:ilvl w:val="0"/>
          <w:numId w:val="1"/>
        </w:numPr>
      </w:pPr>
      <w:r w:rsidRPr="00090A84">
        <w:rPr>
          <w:rFonts w:cs="Arial"/>
          <w:kern w:val="0"/>
          <w:szCs w:val="20"/>
        </w:rPr>
        <w:t>Identiteit</w:t>
      </w:r>
    </w:p>
    <w:p w14:paraId="116D461F" w14:textId="77777777" w:rsidR="005E31B0" w:rsidRPr="00335F29" w:rsidRDefault="005E31B0"/>
    <w:sectPr w:rsidR="005E31B0" w:rsidRPr="00335F29"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67B186" w14:textId="77777777" w:rsidR="00FE6197" w:rsidRDefault="00FE6197" w:rsidP="00BA09F6">
      <w:pPr>
        <w:spacing w:after="0" w:line="240" w:lineRule="auto"/>
      </w:pPr>
      <w:r>
        <w:separator/>
      </w:r>
    </w:p>
  </w:endnote>
  <w:endnote w:type="continuationSeparator" w:id="0">
    <w:p w14:paraId="4C48DD16" w14:textId="77777777" w:rsidR="00FE6197" w:rsidRDefault="00FE6197"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AC0A8E" w14:textId="77777777" w:rsidR="00FE6197" w:rsidRDefault="00FE6197" w:rsidP="00BA09F6">
      <w:pPr>
        <w:spacing w:after="0" w:line="240" w:lineRule="auto"/>
      </w:pPr>
      <w:r>
        <w:separator/>
      </w:r>
    </w:p>
  </w:footnote>
  <w:footnote w:type="continuationSeparator" w:id="0">
    <w:p w14:paraId="6CEAD4C5" w14:textId="77777777" w:rsidR="00FE6197" w:rsidRDefault="00FE6197"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0A61D67D"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188F">
      <w:rPr>
        <w:color w:val="FFFFFF" w:themeColor="background1"/>
      </w:rPr>
      <w:t>2023</w:t>
    </w:r>
  </w:p>
  <w:p w14:paraId="2DEA8877" w14:textId="048E38FE" w:rsidR="00BA09F6" w:rsidRPr="008B23FF" w:rsidRDefault="00335F29" w:rsidP="00BA09F6">
    <w:pPr>
      <w:pStyle w:val="Title"/>
      <w:rPr>
        <w:color w:val="FFFFFF" w:themeColor="background1"/>
      </w:rPr>
    </w:pPr>
    <w:r>
      <w:rPr>
        <w:color w:val="FFFFFF" w:themeColor="background1"/>
      </w:rPr>
      <w:t xml:space="preserve">Fake </w:t>
    </w:r>
    <w:proofErr w:type="spellStart"/>
    <w:r>
      <w:rPr>
        <w:color w:val="FFFFFF" w:themeColor="background1"/>
      </w:rPr>
      <w:t>it</w:t>
    </w:r>
    <w:proofErr w:type="spellEnd"/>
    <w:r>
      <w:rPr>
        <w:color w:val="FFFFFF" w:themeColor="background1"/>
      </w:rPr>
      <w:t xml:space="preserve"> </w:t>
    </w:r>
    <w:proofErr w:type="spellStart"/>
    <w:r>
      <w:rPr>
        <w:color w:val="FFFFFF" w:themeColor="background1"/>
      </w:rPr>
      <w:t>till</w:t>
    </w:r>
    <w:proofErr w:type="spellEnd"/>
    <w:r>
      <w:rPr>
        <w:color w:val="FFFFFF" w:themeColor="background1"/>
      </w:rPr>
      <w:t xml:space="preserve"> </w:t>
    </w:r>
    <w:proofErr w:type="spellStart"/>
    <w:r>
      <w:rPr>
        <w:color w:val="FFFFFF" w:themeColor="background1"/>
      </w:rPr>
      <w:t>you</w:t>
    </w:r>
    <w:proofErr w:type="spellEnd"/>
    <w:r>
      <w:rPr>
        <w:color w:val="FFFFFF" w:themeColor="background1"/>
      </w:rPr>
      <w:t xml:space="preserve"> make </w:t>
    </w:r>
    <w:proofErr w:type="spellStart"/>
    <w:r>
      <w:rPr>
        <w:color w:val="FFFFFF" w:themeColor="background1"/>
      </w:rPr>
      <w:t>it</w:t>
    </w:r>
    <w:proofErr w:type="spellEnd"/>
    <w:r w:rsidR="00BA09F6" w:rsidRPr="008B23FF">
      <w:rPr>
        <w:color w:val="FFFFFF" w:themeColor="background1"/>
      </w:rPr>
      <w:t xml:space="preserve"> </w:t>
    </w:r>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2CF53E1"/>
    <w:multiLevelType w:val="hybridMultilevel"/>
    <w:tmpl w:val="A0B23D24"/>
    <w:lvl w:ilvl="0" w:tplc="2EA6028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0523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75309"/>
    <w:rsid w:val="00090A84"/>
    <w:rsid w:val="000E4724"/>
    <w:rsid w:val="000F0EAA"/>
    <w:rsid w:val="001068AA"/>
    <w:rsid w:val="001377C7"/>
    <w:rsid w:val="002A12A8"/>
    <w:rsid w:val="00302AD2"/>
    <w:rsid w:val="00335F29"/>
    <w:rsid w:val="003E7261"/>
    <w:rsid w:val="0044722E"/>
    <w:rsid w:val="004F1D93"/>
    <w:rsid w:val="005153E6"/>
    <w:rsid w:val="005837D4"/>
    <w:rsid w:val="005E31B0"/>
    <w:rsid w:val="00656311"/>
    <w:rsid w:val="006F188F"/>
    <w:rsid w:val="00700DE9"/>
    <w:rsid w:val="00790541"/>
    <w:rsid w:val="00835635"/>
    <w:rsid w:val="008D301C"/>
    <w:rsid w:val="009006D8"/>
    <w:rsid w:val="009839E5"/>
    <w:rsid w:val="00A15E9C"/>
    <w:rsid w:val="00B1794E"/>
    <w:rsid w:val="00BA09F6"/>
    <w:rsid w:val="00C10C3A"/>
    <w:rsid w:val="00CC37B9"/>
    <w:rsid w:val="00E22FF8"/>
    <w:rsid w:val="00EF4AA1"/>
    <w:rsid w:val="00F236FC"/>
    <w:rsid w:val="00F9471A"/>
    <w:rsid w:val="00FE61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0</TotalTime>
  <Pages>1</Pages>
  <Words>161</Words>
  <Characters>922</Characters>
  <Application>Microsoft Office Word</Application>
  <DocSecurity>0</DocSecurity>
  <Lines>7</Lines>
  <Paragraphs>2</Paragraphs>
  <ScaleCrop>false</ScaleCrop>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2025-09-05T09:17:00Z</cp:lastPrinted>
  <dcterms:created xsi:type="dcterms:W3CDTF">2025-09-05T09:17:00Z</dcterms:created>
  <dcterms:modified xsi:type="dcterms:W3CDTF">2025-09-05T09:17:00Z</dcterms:modified>
</cp:coreProperties>
</file>